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934" w:rsidRPr="004D6A3E" w:rsidRDefault="00F17934" w:rsidP="00E53527">
      <w:pPr>
        <w:jc w:val="center"/>
      </w:pPr>
      <w:bookmarkStart w:id="0" w:name="_GoBack"/>
      <w:bookmarkEnd w:id="0"/>
    </w:p>
    <w:p w:rsidR="00F17934" w:rsidRPr="00CD2039" w:rsidRDefault="00F17934" w:rsidP="00153988">
      <w:pPr>
        <w:rPr>
          <w:b/>
          <w:bCs/>
          <w:color w:val="999999"/>
          <w:lang w:val="ru-RU"/>
        </w:rPr>
      </w:pPr>
      <w:r>
        <w:rPr>
          <w:b/>
          <w:bCs/>
          <w:color w:val="999999"/>
        </w:rPr>
        <w:tab/>
      </w:r>
      <w:r>
        <w:rPr>
          <w:b/>
          <w:bCs/>
          <w:color w:val="999999"/>
        </w:rPr>
        <w:tab/>
      </w:r>
      <w:r>
        <w:rPr>
          <w:b/>
          <w:bCs/>
          <w:color w:val="999999"/>
        </w:rPr>
        <w:tab/>
      </w:r>
      <w:r>
        <w:rPr>
          <w:b/>
          <w:bCs/>
          <w:color w:val="999999"/>
        </w:rPr>
        <w:tab/>
      </w:r>
      <w:r>
        <w:rPr>
          <w:b/>
          <w:bCs/>
          <w:color w:val="999999"/>
        </w:rPr>
        <w:tab/>
      </w:r>
      <w:r>
        <w:rPr>
          <w:b/>
          <w:bCs/>
          <w:color w:val="999999"/>
        </w:rPr>
        <w:tab/>
      </w:r>
      <w:r>
        <w:rPr>
          <w:b/>
          <w:bCs/>
          <w:color w:val="999999"/>
        </w:rPr>
        <w:tab/>
      </w:r>
      <w:r>
        <w:rPr>
          <w:b/>
          <w:bCs/>
          <w:color w:val="999999"/>
        </w:rPr>
        <w:tab/>
      </w:r>
      <w:r>
        <w:rPr>
          <w:b/>
          <w:bCs/>
          <w:color w:val="999999"/>
        </w:rPr>
        <w:tab/>
      </w:r>
      <w:r w:rsidRPr="00B13C76">
        <w:rPr>
          <w:b/>
          <w:bCs/>
          <w:color w:val="999999"/>
        </w:rPr>
        <w:t>ПРИЛОЖЕНИЕ №</w:t>
      </w:r>
      <w:r w:rsidRPr="00660C79">
        <w:rPr>
          <w:b/>
          <w:bCs/>
          <w:color w:val="999999"/>
          <w:lang w:val="ru-RU"/>
        </w:rPr>
        <w:t>1_</w:t>
      </w:r>
      <w:r>
        <w:rPr>
          <w:b/>
          <w:bCs/>
          <w:color w:val="999999"/>
        </w:rPr>
        <w:t>3</w:t>
      </w:r>
    </w:p>
    <w:p w:rsidR="00F17934" w:rsidRPr="00CD2039" w:rsidRDefault="00F17934" w:rsidP="00153988">
      <w:pPr>
        <w:jc w:val="center"/>
        <w:rPr>
          <w:sz w:val="28"/>
          <w:szCs w:val="28"/>
          <w:lang w:val="ru-RU"/>
        </w:rPr>
      </w:pPr>
    </w:p>
    <w:p w:rsidR="00F17934" w:rsidRDefault="00F17934" w:rsidP="00153988">
      <w:pPr>
        <w:ind w:firstLine="142"/>
        <w:jc w:val="center"/>
        <w:rPr>
          <w:sz w:val="28"/>
          <w:szCs w:val="28"/>
        </w:rPr>
      </w:pPr>
    </w:p>
    <w:p w:rsidR="00F17934" w:rsidRPr="00660C79" w:rsidRDefault="00F17934" w:rsidP="00153988">
      <w:pPr>
        <w:ind w:firstLine="142"/>
        <w:jc w:val="center"/>
        <w:rPr>
          <w:spacing w:val="-6"/>
          <w:w w:val="114"/>
          <w:sz w:val="32"/>
          <w:szCs w:val="32"/>
        </w:rPr>
      </w:pPr>
      <w:r w:rsidRPr="00660C79">
        <w:rPr>
          <w:sz w:val="32"/>
          <w:szCs w:val="32"/>
        </w:rPr>
        <w:t>Технически спецификации на оборудването</w:t>
      </w:r>
    </w:p>
    <w:p w:rsidR="00F17934" w:rsidRPr="00660C79" w:rsidRDefault="00F17934" w:rsidP="00E53527">
      <w:pPr>
        <w:jc w:val="center"/>
        <w:rPr>
          <w:sz w:val="32"/>
          <w:szCs w:val="32"/>
        </w:rPr>
      </w:pPr>
    </w:p>
    <w:p w:rsidR="00F17934" w:rsidRPr="004D6A3E" w:rsidRDefault="00F17934" w:rsidP="00E53527">
      <w:pPr>
        <w:jc w:val="center"/>
      </w:pPr>
    </w:p>
    <w:p w:rsidR="00F17934" w:rsidRPr="00660C79" w:rsidRDefault="00F17934" w:rsidP="00FE1F37">
      <w:pPr>
        <w:ind w:firstLine="142"/>
        <w:jc w:val="center"/>
        <w:rPr>
          <w:spacing w:val="-6"/>
          <w:w w:val="114"/>
          <w:sz w:val="28"/>
          <w:szCs w:val="28"/>
        </w:rPr>
      </w:pPr>
      <w:r w:rsidRPr="00660C79">
        <w:rPr>
          <w:spacing w:val="-6"/>
          <w:w w:val="114"/>
          <w:sz w:val="28"/>
          <w:szCs w:val="28"/>
        </w:rPr>
        <w:t>ОБОСОБЕНА ПОЗИЦИЯ №3</w:t>
      </w:r>
    </w:p>
    <w:p w:rsidR="00F17934" w:rsidRPr="00A41AB2" w:rsidRDefault="00F17934" w:rsidP="00A41AB2">
      <w:pPr>
        <w:spacing w:before="100" w:beforeAutospacing="1" w:after="100" w:afterAutospacing="1"/>
        <w:ind w:firstLine="708"/>
        <w:jc w:val="both"/>
      </w:pPr>
      <w:r w:rsidRPr="00A41AB2">
        <w:rPr>
          <w:lang w:val="ru-RU"/>
        </w:rPr>
        <w:t>Проект „Подкрепа в домашна среда за достоен живот”</w:t>
      </w:r>
      <w:r>
        <w:rPr>
          <w:lang w:val="ru-RU"/>
        </w:rPr>
        <w:t xml:space="preserve"> по </w:t>
      </w:r>
      <w:r w:rsidRPr="00A41AB2">
        <w:t>Договор № BG051PO001-5.1.04-0042-C0001.</w:t>
      </w:r>
    </w:p>
    <w:tbl>
      <w:tblPr>
        <w:tblW w:w="9229" w:type="dxa"/>
        <w:tblInd w:w="-68" w:type="dxa"/>
        <w:tblCellMar>
          <w:left w:w="70" w:type="dxa"/>
          <w:right w:w="70" w:type="dxa"/>
        </w:tblCellMar>
        <w:tblLook w:val="0000"/>
      </w:tblPr>
      <w:tblGrid>
        <w:gridCol w:w="15"/>
        <w:gridCol w:w="1134"/>
        <w:gridCol w:w="5954"/>
        <w:gridCol w:w="2126"/>
      </w:tblGrid>
      <w:tr w:rsidR="00F17934" w:rsidRPr="00295BA0">
        <w:trPr>
          <w:trHeight w:val="255"/>
        </w:trPr>
        <w:tc>
          <w:tcPr>
            <w:tcW w:w="710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F17934" w:rsidRPr="00295BA0" w:rsidRDefault="00F17934" w:rsidP="00AD7A01">
            <w:r w:rsidRPr="00295BA0">
              <w:t>1. Компютърна система с монитор – КСМ 1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17934" w:rsidRPr="00295BA0" w:rsidRDefault="00F17934" w:rsidP="00AD7A01">
            <w:pPr>
              <w:ind w:left="-211" w:firstLine="211"/>
              <w:jc w:val="right"/>
            </w:pPr>
            <w:r w:rsidRPr="00295BA0">
              <w:t>1 броя</w:t>
            </w:r>
          </w:p>
        </w:tc>
      </w:tr>
      <w:tr w:rsidR="00F17934" w:rsidRPr="00295BA0">
        <w:tblPrEx>
          <w:tblCellMar>
            <w:left w:w="108" w:type="dxa"/>
            <w:right w:w="108" w:type="dxa"/>
          </w:tblCellMar>
          <w:tblLook w:val="00A0"/>
        </w:tblPrEx>
        <w:trPr>
          <w:gridBefore w:val="1"/>
          <w:wBefore w:w="15" w:type="dxa"/>
          <w:trHeight w:val="6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F17934" w:rsidRPr="00295BA0" w:rsidRDefault="00F17934" w:rsidP="00AD7A01">
            <w:pPr>
              <w:rPr>
                <w:sz w:val="20"/>
                <w:szCs w:val="20"/>
              </w:rPr>
            </w:pPr>
            <w:r w:rsidRPr="00295BA0">
              <w:rPr>
                <w:sz w:val="20"/>
                <w:szCs w:val="20"/>
              </w:rPr>
              <w:t>Тип</w:t>
            </w:r>
          </w:p>
        </w:tc>
        <w:tc>
          <w:tcPr>
            <w:tcW w:w="808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F17934" w:rsidRPr="00295BA0" w:rsidRDefault="00F17934" w:rsidP="00AD7A01">
            <w:pPr>
              <w:rPr>
                <w:sz w:val="20"/>
                <w:szCs w:val="20"/>
              </w:rPr>
            </w:pPr>
            <w:r w:rsidRPr="00295BA0">
              <w:rPr>
                <w:sz w:val="20"/>
                <w:szCs w:val="20"/>
              </w:rPr>
              <w:t>Модел</w:t>
            </w:r>
          </w:p>
        </w:tc>
      </w:tr>
      <w:tr w:rsidR="00F17934" w:rsidRPr="00295BA0">
        <w:tblPrEx>
          <w:tblCellMar>
            <w:left w:w="108" w:type="dxa"/>
            <w:right w:w="108" w:type="dxa"/>
          </w:tblCellMar>
          <w:tblLook w:val="00A0"/>
        </w:tblPrEx>
        <w:trPr>
          <w:gridBefore w:val="1"/>
          <w:wBefore w:w="15" w:type="dxa"/>
          <w:trHeight w:val="24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F17934" w:rsidRPr="00295BA0" w:rsidRDefault="00F17934" w:rsidP="00AD7A01">
            <w:pPr>
              <w:rPr>
                <w:sz w:val="20"/>
                <w:szCs w:val="20"/>
              </w:rPr>
            </w:pPr>
            <w:r w:rsidRPr="00295BA0">
              <w:t>КСМ 1</w:t>
            </w:r>
          </w:p>
        </w:tc>
        <w:tc>
          <w:tcPr>
            <w:tcW w:w="8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7934" w:rsidRPr="00295BA0" w:rsidRDefault="00F17934" w:rsidP="00AD7A01">
            <w:r w:rsidRPr="00295BA0">
              <w:t xml:space="preserve">Компютърна система с монитор </w:t>
            </w:r>
          </w:p>
          <w:p w:rsidR="00F17934" w:rsidRPr="00295BA0" w:rsidRDefault="00F17934" w:rsidP="00AD7A01">
            <w:pPr>
              <w:rPr>
                <w:sz w:val="20"/>
                <w:szCs w:val="20"/>
                <w:lang w:eastAsia="zh-TW"/>
              </w:rPr>
            </w:pPr>
            <w:r w:rsidRPr="00295BA0">
              <w:rPr>
                <w:sz w:val="20"/>
                <w:szCs w:val="20"/>
                <w:lang w:eastAsia="zh-TW"/>
              </w:rPr>
              <w:t>Ориентировъчни базови параметри (еквивалентни или по-добри)</w:t>
            </w:r>
          </w:p>
          <w:tbl>
            <w:tblPr>
              <w:tblW w:w="0" w:type="auto"/>
              <w:tblLook w:val="00A0"/>
            </w:tblPr>
            <w:tblGrid>
              <w:gridCol w:w="7864"/>
            </w:tblGrid>
            <w:tr w:rsidR="00F17934" w:rsidRPr="00295BA0">
              <w:trPr>
                <w:trHeight w:val="1170"/>
              </w:trPr>
              <w:tc>
                <w:tcPr>
                  <w:tcW w:w="7864" w:type="dxa"/>
                </w:tcPr>
                <w:p w:rsidR="00F17934" w:rsidRPr="00295BA0" w:rsidRDefault="00F17934" w:rsidP="00AD7A01">
                  <w:pPr>
                    <w:keepNext/>
                    <w:ind w:left="65" w:right="50"/>
                    <w:rPr>
                      <w:sz w:val="20"/>
                      <w:szCs w:val="20"/>
                    </w:rPr>
                  </w:pPr>
                  <w:r w:rsidRPr="00295BA0">
                    <w:rPr>
                      <w:sz w:val="20"/>
                      <w:szCs w:val="20"/>
                    </w:rPr>
                    <w:t>Процесор:</w:t>
                  </w:r>
                  <w:r w:rsidRPr="00295BA0">
                    <w:rPr>
                      <w:sz w:val="20"/>
                      <w:szCs w:val="20"/>
                    </w:rPr>
                    <w:tab/>
                  </w:r>
                  <w:r w:rsidRPr="00295BA0">
                    <w:rPr>
                      <w:rFonts w:ascii="Verdana" w:hAnsi="Verdana" w:cs="Verdana"/>
                      <w:color w:val="000000"/>
                      <w:sz w:val="20"/>
                      <w:szCs w:val="20"/>
                      <w:shd w:val="clear" w:color="auto" w:fill="F5F5F5"/>
                    </w:rPr>
                    <w:t> </w:t>
                  </w:r>
                  <w:r w:rsidRPr="00295BA0">
                    <w:rPr>
                      <w:color w:val="000000"/>
                      <w:sz w:val="20"/>
                      <w:szCs w:val="20"/>
                      <w:shd w:val="clear" w:color="auto" w:fill="F5F5F5"/>
                    </w:rPr>
                    <w:t>Dual-Core Processor</w:t>
                  </w:r>
                  <w:r w:rsidRPr="00295BA0">
                    <w:rPr>
                      <w:rFonts w:ascii="Verdana" w:hAnsi="Verdana" w:cs="Verdana"/>
                      <w:color w:val="000000"/>
                      <w:sz w:val="20"/>
                      <w:szCs w:val="20"/>
                      <w:shd w:val="clear" w:color="auto" w:fill="F5F5F5"/>
                    </w:rPr>
                    <w:t xml:space="preserve"> </w:t>
                  </w:r>
                  <w:r w:rsidRPr="00295BA0">
                    <w:rPr>
                      <w:sz w:val="20"/>
                      <w:szCs w:val="20"/>
                    </w:rPr>
                    <w:t>2.6GHz,  HD CPU, BOX</w:t>
                  </w:r>
                </w:p>
                <w:p w:rsidR="00F17934" w:rsidRPr="00295BA0" w:rsidRDefault="00F17934" w:rsidP="00AD7A01">
                  <w:pPr>
                    <w:keepNext/>
                    <w:ind w:left="65" w:right="50"/>
                    <w:rPr>
                      <w:sz w:val="20"/>
                      <w:szCs w:val="20"/>
                    </w:rPr>
                  </w:pPr>
                  <w:r w:rsidRPr="00295BA0">
                    <w:rPr>
                      <w:sz w:val="20"/>
                      <w:szCs w:val="20"/>
                    </w:rPr>
                    <w:t xml:space="preserve">Дънна платка: Съответстваща на процесора </w:t>
                  </w:r>
                </w:p>
                <w:p w:rsidR="00F17934" w:rsidRPr="00295BA0" w:rsidRDefault="00F17934" w:rsidP="00AD7A01">
                  <w:pPr>
                    <w:keepNext/>
                    <w:ind w:left="65" w:right="50"/>
                    <w:rPr>
                      <w:sz w:val="20"/>
                      <w:szCs w:val="20"/>
                    </w:rPr>
                  </w:pPr>
                  <w:r w:rsidRPr="00295BA0">
                    <w:rPr>
                      <w:sz w:val="20"/>
                      <w:szCs w:val="20"/>
                    </w:rPr>
                    <w:t>Памет, MB:</w:t>
                  </w:r>
                  <w:r w:rsidRPr="00295BA0">
                    <w:rPr>
                      <w:sz w:val="20"/>
                      <w:szCs w:val="20"/>
                    </w:rPr>
                    <w:tab/>
                    <w:t xml:space="preserve">4 GB DDR3 </w:t>
                  </w:r>
                </w:p>
                <w:p w:rsidR="00F17934" w:rsidRPr="00295BA0" w:rsidRDefault="00F17934" w:rsidP="00AD7A01">
                  <w:pPr>
                    <w:keepNext/>
                    <w:ind w:left="65" w:right="50"/>
                    <w:rPr>
                      <w:sz w:val="20"/>
                      <w:szCs w:val="20"/>
                    </w:rPr>
                  </w:pPr>
                  <w:r w:rsidRPr="00295BA0">
                    <w:rPr>
                      <w:sz w:val="20"/>
                      <w:szCs w:val="20"/>
                    </w:rPr>
                    <w:t>Твърд диск:</w:t>
                  </w:r>
                  <w:r w:rsidRPr="00295BA0">
                    <w:rPr>
                      <w:sz w:val="20"/>
                      <w:szCs w:val="20"/>
                    </w:rPr>
                    <w:tab/>
                    <w:t xml:space="preserve">500 GB SATA </w:t>
                  </w:r>
                </w:p>
                <w:p w:rsidR="00F17934" w:rsidRPr="00295BA0" w:rsidRDefault="00F17934" w:rsidP="00AD7A01">
                  <w:pPr>
                    <w:keepNext/>
                    <w:ind w:left="65" w:right="50"/>
                    <w:rPr>
                      <w:sz w:val="20"/>
                      <w:szCs w:val="20"/>
                    </w:rPr>
                  </w:pPr>
                  <w:r w:rsidRPr="00295BA0">
                    <w:rPr>
                      <w:sz w:val="20"/>
                      <w:szCs w:val="20"/>
                    </w:rPr>
                    <w:t>Оптично устройство:</w:t>
                  </w:r>
                  <w:r w:rsidRPr="00295BA0">
                    <w:rPr>
                      <w:sz w:val="20"/>
                      <w:szCs w:val="20"/>
                    </w:rPr>
                    <w:tab/>
                    <w:t>SuperMulti DVDRW SATA</w:t>
                  </w:r>
                </w:p>
                <w:p w:rsidR="00F17934" w:rsidRPr="00295BA0" w:rsidRDefault="00F17934" w:rsidP="00AD7A01">
                  <w:pPr>
                    <w:keepNext/>
                    <w:ind w:left="65" w:right="50"/>
                    <w:rPr>
                      <w:sz w:val="20"/>
                      <w:szCs w:val="20"/>
                    </w:rPr>
                  </w:pPr>
                  <w:r w:rsidRPr="00295BA0">
                    <w:rPr>
                      <w:sz w:val="20"/>
                      <w:szCs w:val="20"/>
                    </w:rPr>
                    <w:t>Видео карта:</w:t>
                  </w:r>
                  <w:r w:rsidRPr="00295BA0">
                    <w:rPr>
                      <w:sz w:val="20"/>
                      <w:szCs w:val="20"/>
                    </w:rPr>
                    <w:tab/>
                    <w:t>Integrated HD Graphics</w:t>
                  </w:r>
                </w:p>
                <w:p w:rsidR="00F17934" w:rsidRPr="00295BA0" w:rsidRDefault="00F17934" w:rsidP="00AD7A01">
                  <w:pPr>
                    <w:keepNext/>
                    <w:ind w:left="65" w:right="50"/>
                    <w:rPr>
                      <w:sz w:val="20"/>
                      <w:szCs w:val="20"/>
                    </w:rPr>
                  </w:pPr>
                  <w:r w:rsidRPr="00295BA0">
                    <w:rPr>
                      <w:sz w:val="20"/>
                      <w:szCs w:val="20"/>
                    </w:rPr>
                    <w:t>Мрежа:</w:t>
                  </w:r>
                  <w:r w:rsidRPr="00295BA0">
                    <w:rPr>
                      <w:sz w:val="20"/>
                      <w:szCs w:val="20"/>
                    </w:rPr>
                    <w:tab/>
                    <w:t>Gigabit Ethernet LAN,</w:t>
                  </w:r>
                </w:p>
                <w:p w:rsidR="00F17934" w:rsidRPr="00295BA0" w:rsidRDefault="00F17934" w:rsidP="00AD7A01">
                  <w:pPr>
                    <w:keepNext/>
                    <w:ind w:left="65" w:right="50"/>
                    <w:rPr>
                      <w:sz w:val="20"/>
                      <w:szCs w:val="20"/>
                      <w:shd w:val="clear" w:color="auto" w:fill="F5F5F5"/>
                    </w:rPr>
                  </w:pPr>
                  <w:r w:rsidRPr="00295BA0">
                    <w:rPr>
                      <w:sz w:val="20"/>
                      <w:szCs w:val="20"/>
                    </w:rPr>
                    <w:t xml:space="preserve">Монитор: </w:t>
                  </w:r>
                  <w:r w:rsidRPr="00295BA0">
                    <w:rPr>
                      <w:sz w:val="20"/>
                      <w:szCs w:val="20"/>
                      <w:shd w:val="clear" w:color="auto" w:fill="F5F5F5"/>
                    </w:rPr>
                    <w:t xml:space="preserve">21" </w:t>
                  </w:r>
                  <w:r w:rsidRPr="00295BA0">
                    <w:rPr>
                      <w:sz w:val="20"/>
                      <w:szCs w:val="20"/>
                    </w:rPr>
                    <w:t xml:space="preserve">LCD  </w:t>
                  </w:r>
                  <w:r w:rsidRPr="00295BA0">
                    <w:rPr>
                      <w:sz w:val="22"/>
                      <w:szCs w:val="22"/>
                    </w:rPr>
                    <w:t>1920 х 1080 Pixels</w:t>
                  </w:r>
                </w:p>
                <w:p w:rsidR="00F17934" w:rsidRPr="00295BA0" w:rsidRDefault="00F17934" w:rsidP="00AD7A01">
                  <w:pPr>
                    <w:keepNext/>
                    <w:ind w:left="65" w:right="50"/>
                    <w:rPr>
                      <w:sz w:val="20"/>
                      <w:szCs w:val="20"/>
                    </w:rPr>
                  </w:pPr>
                  <w:r w:rsidRPr="00295BA0">
                    <w:rPr>
                      <w:sz w:val="20"/>
                      <w:szCs w:val="20"/>
                    </w:rPr>
                    <w:t>Клавиатура: PS/2 Keyboard, Мишка PS/2: Optical Mouse</w:t>
                  </w:r>
                </w:p>
              </w:tc>
            </w:tr>
          </w:tbl>
          <w:p w:rsidR="00F17934" w:rsidRPr="00295BA0" w:rsidRDefault="00F17934" w:rsidP="00AD7A01">
            <w:pPr>
              <w:jc w:val="both"/>
              <w:rPr>
                <w:sz w:val="20"/>
                <w:szCs w:val="20"/>
              </w:rPr>
            </w:pPr>
          </w:p>
        </w:tc>
      </w:tr>
      <w:tr w:rsidR="00F17934" w:rsidRPr="00295BA0">
        <w:trPr>
          <w:trHeight w:val="255"/>
        </w:trPr>
        <w:tc>
          <w:tcPr>
            <w:tcW w:w="710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F17934" w:rsidRPr="00295BA0" w:rsidRDefault="00F17934" w:rsidP="00AD7A01">
            <w:r w:rsidRPr="00295BA0">
              <w:t>2. Лазерно мултифункционално устройство</w:t>
            </w:r>
          </w:p>
          <w:p w:rsidR="00F17934" w:rsidRPr="00295BA0" w:rsidRDefault="00F17934" w:rsidP="00AD7A01">
            <w:r w:rsidRPr="00295BA0">
              <w:t>– ЛМФУ1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17934" w:rsidRPr="00295BA0" w:rsidRDefault="00F17934" w:rsidP="00AD7A01">
            <w:pPr>
              <w:ind w:left="-211" w:firstLine="211"/>
              <w:jc w:val="right"/>
            </w:pPr>
            <w:r w:rsidRPr="00295BA0">
              <w:t>1 броя</w:t>
            </w:r>
          </w:p>
        </w:tc>
      </w:tr>
      <w:tr w:rsidR="00F17934" w:rsidRPr="00295BA0">
        <w:tblPrEx>
          <w:tblCellMar>
            <w:left w:w="108" w:type="dxa"/>
            <w:right w:w="108" w:type="dxa"/>
          </w:tblCellMar>
          <w:tblLook w:val="00A0"/>
        </w:tblPrEx>
        <w:trPr>
          <w:gridBefore w:val="1"/>
          <w:wBefore w:w="15" w:type="dxa"/>
          <w:trHeight w:val="6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F17934" w:rsidRPr="00295BA0" w:rsidRDefault="00F17934" w:rsidP="00AD7A01">
            <w:pPr>
              <w:rPr>
                <w:sz w:val="20"/>
                <w:szCs w:val="20"/>
              </w:rPr>
            </w:pPr>
            <w:r w:rsidRPr="00295BA0">
              <w:rPr>
                <w:sz w:val="20"/>
                <w:szCs w:val="20"/>
              </w:rPr>
              <w:t>Тип</w:t>
            </w:r>
          </w:p>
        </w:tc>
        <w:tc>
          <w:tcPr>
            <w:tcW w:w="808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F17934" w:rsidRPr="00295BA0" w:rsidRDefault="00F17934" w:rsidP="00AD7A01">
            <w:pPr>
              <w:rPr>
                <w:sz w:val="20"/>
                <w:szCs w:val="20"/>
              </w:rPr>
            </w:pPr>
            <w:r w:rsidRPr="00295BA0">
              <w:rPr>
                <w:sz w:val="20"/>
                <w:szCs w:val="20"/>
              </w:rPr>
              <w:t>Модел</w:t>
            </w:r>
          </w:p>
        </w:tc>
      </w:tr>
      <w:tr w:rsidR="00F17934" w:rsidRPr="00295BA0">
        <w:tblPrEx>
          <w:tblCellMar>
            <w:left w:w="108" w:type="dxa"/>
            <w:right w:w="108" w:type="dxa"/>
          </w:tblCellMar>
          <w:tblLook w:val="00A0"/>
        </w:tblPrEx>
        <w:trPr>
          <w:gridBefore w:val="1"/>
          <w:wBefore w:w="15" w:type="dxa"/>
          <w:trHeight w:val="24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F17934" w:rsidRPr="00295BA0" w:rsidRDefault="00F17934" w:rsidP="00AD7A01">
            <w:pPr>
              <w:rPr>
                <w:sz w:val="20"/>
                <w:szCs w:val="20"/>
              </w:rPr>
            </w:pPr>
            <w:r w:rsidRPr="00295BA0">
              <w:t>ЛМФУ1</w:t>
            </w:r>
          </w:p>
        </w:tc>
        <w:tc>
          <w:tcPr>
            <w:tcW w:w="8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7934" w:rsidRPr="00295BA0" w:rsidRDefault="00F17934" w:rsidP="00AD7A01">
            <w:pPr>
              <w:rPr>
                <w:sz w:val="20"/>
                <w:szCs w:val="20"/>
                <w:lang w:eastAsia="zh-TW"/>
              </w:rPr>
            </w:pPr>
            <w:r w:rsidRPr="00295BA0">
              <w:rPr>
                <w:sz w:val="20"/>
                <w:szCs w:val="20"/>
                <w:lang w:eastAsia="zh-TW"/>
              </w:rPr>
              <w:t>Многофункционални устройства (принтер, копир, скенер,)</w:t>
            </w:r>
          </w:p>
          <w:p w:rsidR="00F17934" w:rsidRPr="00295BA0" w:rsidRDefault="00F17934" w:rsidP="00AD7A01">
            <w:pPr>
              <w:rPr>
                <w:sz w:val="20"/>
                <w:szCs w:val="20"/>
              </w:rPr>
            </w:pPr>
            <w:r w:rsidRPr="00295BA0">
              <w:rPr>
                <w:sz w:val="20"/>
                <w:szCs w:val="20"/>
                <w:lang w:eastAsia="zh-TW"/>
              </w:rPr>
              <w:t xml:space="preserve"> Ориентировъчни базови параметри (еквивалентни или по-добри)</w:t>
            </w:r>
          </w:p>
          <w:tbl>
            <w:tblPr>
              <w:tblW w:w="0" w:type="auto"/>
              <w:tblLook w:val="00A0"/>
            </w:tblPr>
            <w:tblGrid>
              <w:gridCol w:w="7864"/>
            </w:tblGrid>
            <w:tr w:rsidR="00F17934" w:rsidRPr="00295BA0">
              <w:trPr>
                <w:trHeight w:val="595"/>
              </w:trPr>
              <w:tc>
                <w:tcPr>
                  <w:tcW w:w="8418" w:type="dxa"/>
                </w:tcPr>
                <w:p w:rsidR="00F17934" w:rsidRPr="00295BA0" w:rsidRDefault="00F17934" w:rsidP="00AD7A01">
                  <w:pPr>
                    <w:keepNext/>
                    <w:ind w:right="50"/>
                    <w:rPr>
                      <w:sz w:val="20"/>
                      <w:szCs w:val="20"/>
                    </w:rPr>
                  </w:pPr>
                  <w:r w:rsidRPr="00295BA0">
                    <w:rPr>
                      <w:sz w:val="20"/>
                      <w:szCs w:val="20"/>
                    </w:rPr>
                    <w:t xml:space="preserve">Тип: Лазерно, Формат А4, </w:t>
                  </w:r>
                  <w:r w:rsidRPr="00295BA0">
                    <w:rPr>
                      <w:sz w:val="20"/>
                      <w:szCs w:val="20"/>
                      <w:shd w:val="clear" w:color="auto" w:fill="FFFFFF"/>
                    </w:rPr>
                    <w:t xml:space="preserve">Скорост  18 стр./мин. , Резолюция от 1200 dpi, Резолюция на сканиране </w:t>
                  </w:r>
                  <w:r w:rsidRPr="00295BA0">
                    <w:rPr>
                      <w:color w:val="000000"/>
                      <w:sz w:val="20"/>
                      <w:szCs w:val="20"/>
                      <w:shd w:val="clear" w:color="auto" w:fill="FFFFFF"/>
                    </w:rPr>
                    <w:t>1200 x 1200 dpi</w:t>
                  </w:r>
                  <w:r w:rsidRPr="00295BA0">
                    <w:rPr>
                      <w:sz w:val="20"/>
                      <w:szCs w:val="20"/>
                      <w:shd w:val="clear" w:color="auto" w:fill="FFFFFF"/>
                    </w:rPr>
                    <w:t xml:space="preserve">,  Интерфейс </w:t>
                  </w:r>
                  <w:r w:rsidRPr="00295BA0">
                    <w:rPr>
                      <w:color w:val="000000"/>
                      <w:sz w:val="20"/>
                      <w:szCs w:val="20"/>
                    </w:rPr>
                    <w:t>USB 2.0, 10/100 BaseTX, ADF</w:t>
                  </w:r>
                </w:p>
              </w:tc>
            </w:tr>
          </w:tbl>
          <w:p w:rsidR="00F17934" w:rsidRPr="00295BA0" w:rsidRDefault="00F17934" w:rsidP="00AD7A01">
            <w:pPr>
              <w:keepNext/>
              <w:ind w:right="50"/>
              <w:rPr>
                <w:sz w:val="20"/>
                <w:szCs w:val="20"/>
              </w:rPr>
            </w:pPr>
          </w:p>
        </w:tc>
      </w:tr>
    </w:tbl>
    <w:p w:rsidR="00F17934" w:rsidRDefault="00F17934" w:rsidP="00AD43B8"/>
    <w:p w:rsidR="00F17934" w:rsidRDefault="00F17934" w:rsidP="002E71C5">
      <w:pPr>
        <w:jc w:val="both"/>
        <w:rPr>
          <w:b/>
          <w:bCs/>
        </w:rPr>
      </w:pPr>
      <w:r w:rsidRPr="00155652">
        <w:rPr>
          <w:b/>
          <w:bCs/>
        </w:rPr>
        <w:t>Гаранционните срокове на всяка отделна техника от оборудването следва да бъде минимум 24 (двадесет и четири) месеца.</w:t>
      </w:r>
    </w:p>
    <w:p w:rsidR="00F17934" w:rsidRPr="00494AD4" w:rsidRDefault="00F17934" w:rsidP="00AD6D52">
      <w:pPr>
        <w:jc w:val="both"/>
        <w:rPr>
          <w:b/>
          <w:bCs/>
          <w:i/>
          <w:iCs/>
        </w:rPr>
      </w:pPr>
      <w:r w:rsidRPr="00494AD4">
        <w:rPr>
          <w:b/>
          <w:bCs/>
          <w:i/>
          <w:iCs/>
        </w:rPr>
        <w:t xml:space="preserve">ВАЖНО: </w:t>
      </w:r>
      <w:r>
        <w:rPr>
          <w:b/>
          <w:bCs/>
          <w:i/>
          <w:iCs/>
        </w:rPr>
        <w:t>Предлаганата цена за всеки един артикул</w:t>
      </w:r>
      <w:r w:rsidRPr="00494AD4">
        <w:rPr>
          <w:b/>
          <w:bCs/>
          <w:i/>
          <w:iCs/>
        </w:rPr>
        <w:t xml:space="preserve"> не трябва да надхвърля 800.00 лв / осемстотин лева / без ДДС.</w:t>
      </w:r>
    </w:p>
    <w:p w:rsidR="00F17934" w:rsidRPr="004D6A3E" w:rsidRDefault="00F17934" w:rsidP="002E71C5"/>
    <w:sectPr w:rsidR="00F17934" w:rsidRPr="004D6A3E" w:rsidSect="00AD43B8">
      <w:footerReference w:type="default" r:id="rId7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7934" w:rsidRDefault="00F17934" w:rsidP="00247772">
      <w:r>
        <w:separator/>
      </w:r>
    </w:p>
  </w:endnote>
  <w:endnote w:type="continuationSeparator" w:id="0">
    <w:p w:rsidR="00F17934" w:rsidRDefault="00F17934" w:rsidP="002477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934" w:rsidRDefault="00F17934">
    <w:pPr>
      <w:pStyle w:val="Footer"/>
      <w:jc w:val="right"/>
    </w:pPr>
    <w:fldSimple w:instr=" PAGE   \* MERGEFORMAT ">
      <w:r>
        <w:rPr>
          <w:noProof/>
        </w:rPr>
        <w:t>1</w:t>
      </w:r>
    </w:fldSimple>
  </w:p>
  <w:p w:rsidR="00F17934" w:rsidRDefault="00F1793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7934" w:rsidRDefault="00F17934" w:rsidP="00247772">
      <w:r>
        <w:separator/>
      </w:r>
    </w:p>
  </w:footnote>
  <w:footnote w:type="continuationSeparator" w:id="0">
    <w:p w:rsidR="00F17934" w:rsidRDefault="00F17934" w:rsidP="0024777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979FD"/>
    <w:multiLevelType w:val="hybridMultilevel"/>
    <w:tmpl w:val="E6CCB972"/>
    <w:lvl w:ilvl="0" w:tplc="F17E01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DB1D83"/>
    <w:multiLevelType w:val="multilevel"/>
    <w:tmpl w:val="C478C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3BF02D78"/>
    <w:multiLevelType w:val="multilevel"/>
    <w:tmpl w:val="FFE22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549A60B3"/>
    <w:multiLevelType w:val="multilevel"/>
    <w:tmpl w:val="F8AED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C8C"/>
    <w:rsid w:val="00001B2E"/>
    <w:rsid w:val="00081D25"/>
    <w:rsid w:val="000931B1"/>
    <w:rsid w:val="00107E60"/>
    <w:rsid w:val="00114504"/>
    <w:rsid w:val="001412CD"/>
    <w:rsid w:val="00143B72"/>
    <w:rsid w:val="00153988"/>
    <w:rsid w:val="00155652"/>
    <w:rsid w:val="001634F6"/>
    <w:rsid w:val="00172C8C"/>
    <w:rsid w:val="001E4DF3"/>
    <w:rsid w:val="00202571"/>
    <w:rsid w:val="00210233"/>
    <w:rsid w:val="0022454C"/>
    <w:rsid w:val="0024632A"/>
    <w:rsid w:val="00247772"/>
    <w:rsid w:val="00277946"/>
    <w:rsid w:val="0029311D"/>
    <w:rsid w:val="00295BA0"/>
    <w:rsid w:val="002E71C5"/>
    <w:rsid w:val="00307E1E"/>
    <w:rsid w:val="003277F4"/>
    <w:rsid w:val="0035403E"/>
    <w:rsid w:val="003C4FCF"/>
    <w:rsid w:val="003D06DF"/>
    <w:rsid w:val="003D4FBB"/>
    <w:rsid w:val="003E448E"/>
    <w:rsid w:val="00423B9D"/>
    <w:rsid w:val="004547E4"/>
    <w:rsid w:val="00472DBC"/>
    <w:rsid w:val="00480415"/>
    <w:rsid w:val="004875D7"/>
    <w:rsid w:val="00494AD4"/>
    <w:rsid w:val="004D6A3E"/>
    <w:rsid w:val="004F7EB5"/>
    <w:rsid w:val="00512D01"/>
    <w:rsid w:val="00590845"/>
    <w:rsid w:val="005B3F20"/>
    <w:rsid w:val="005C4C34"/>
    <w:rsid w:val="005F6107"/>
    <w:rsid w:val="006468B1"/>
    <w:rsid w:val="00660C79"/>
    <w:rsid w:val="00661296"/>
    <w:rsid w:val="006A5132"/>
    <w:rsid w:val="006D0AF6"/>
    <w:rsid w:val="006E474D"/>
    <w:rsid w:val="006E4F29"/>
    <w:rsid w:val="006E764E"/>
    <w:rsid w:val="006F366D"/>
    <w:rsid w:val="00715942"/>
    <w:rsid w:val="00717494"/>
    <w:rsid w:val="007275D1"/>
    <w:rsid w:val="007542B4"/>
    <w:rsid w:val="007853B4"/>
    <w:rsid w:val="007923B6"/>
    <w:rsid w:val="00796F30"/>
    <w:rsid w:val="007A3BB6"/>
    <w:rsid w:val="007F19E1"/>
    <w:rsid w:val="00834A8B"/>
    <w:rsid w:val="00847991"/>
    <w:rsid w:val="00852E7D"/>
    <w:rsid w:val="008602DA"/>
    <w:rsid w:val="00864F43"/>
    <w:rsid w:val="00887316"/>
    <w:rsid w:val="00913629"/>
    <w:rsid w:val="00925847"/>
    <w:rsid w:val="00961433"/>
    <w:rsid w:val="009748F5"/>
    <w:rsid w:val="00982692"/>
    <w:rsid w:val="00984DE5"/>
    <w:rsid w:val="009A2894"/>
    <w:rsid w:val="009C5679"/>
    <w:rsid w:val="009D5074"/>
    <w:rsid w:val="00A32F4E"/>
    <w:rsid w:val="00A33B56"/>
    <w:rsid w:val="00A41AB2"/>
    <w:rsid w:val="00A6284E"/>
    <w:rsid w:val="00AC5572"/>
    <w:rsid w:val="00AD43B8"/>
    <w:rsid w:val="00AD6D52"/>
    <w:rsid w:val="00AD7A01"/>
    <w:rsid w:val="00AF2E6A"/>
    <w:rsid w:val="00B13C76"/>
    <w:rsid w:val="00B16453"/>
    <w:rsid w:val="00B303C8"/>
    <w:rsid w:val="00B815EA"/>
    <w:rsid w:val="00B8507F"/>
    <w:rsid w:val="00B978A1"/>
    <w:rsid w:val="00BA7505"/>
    <w:rsid w:val="00C130B5"/>
    <w:rsid w:val="00C446E2"/>
    <w:rsid w:val="00C453B4"/>
    <w:rsid w:val="00C66CDA"/>
    <w:rsid w:val="00CB109B"/>
    <w:rsid w:val="00CC253F"/>
    <w:rsid w:val="00CD2039"/>
    <w:rsid w:val="00D177D3"/>
    <w:rsid w:val="00D41380"/>
    <w:rsid w:val="00D77DB9"/>
    <w:rsid w:val="00D86BDF"/>
    <w:rsid w:val="00DB1A4F"/>
    <w:rsid w:val="00DC2D9F"/>
    <w:rsid w:val="00DD0ADD"/>
    <w:rsid w:val="00DD53EF"/>
    <w:rsid w:val="00DE326B"/>
    <w:rsid w:val="00E358D9"/>
    <w:rsid w:val="00E53527"/>
    <w:rsid w:val="00E6020B"/>
    <w:rsid w:val="00E7153F"/>
    <w:rsid w:val="00E901A1"/>
    <w:rsid w:val="00EB3480"/>
    <w:rsid w:val="00ED3CAE"/>
    <w:rsid w:val="00F17934"/>
    <w:rsid w:val="00F17CC7"/>
    <w:rsid w:val="00F21DC1"/>
    <w:rsid w:val="00F25096"/>
    <w:rsid w:val="00F3063F"/>
    <w:rsid w:val="00FB2659"/>
    <w:rsid w:val="00FB3F0A"/>
    <w:rsid w:val="00FE1F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C8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1CharCharChar1CharCharCharCharCharChar">
    <w:name w:val="Char1 Char Char Char1 Char Char Char Char Char Char"/>
    <w:basedOn w:val="Normal"/>
    <w:uiPriority w:val="99"/>
    <w:rsid w:val="007923B6"/>
    <w:pPr>
      <w:tabs>
        <w:tab w:val="left" w:pos="709"/>
      </w:tabs>
    </w:pPr>
    <w:rPr>
      <w:rFonts w:ascii="Tahoma" w:hAnsi="Tahoma" w:cs="Tahoma"/>
      <w:lang w:val="pl-PL" w:eastAsia="pl-PL"/>
    </w:rPr>
  </w:style>
  <w:style w:type="character" w:customStyle="1" w:styleId="apple-converted-space">
    <w:name w:val="apple-converted-space"/>
    <w:basedOn w:val="DefaultParagraphFont"/>
    <w:uiPriority w:val="99"/>
    <w:rsid w:val="00EB3480"/>
  </w:style>
  <w:style w:type="paragraph" w:customStyle="1" w:styleId="CharChar11CharCharCharChar">
    <w:name w:val="Char Char11 Char Char Char Char"/>
    <w:basedOn w:val="Normal"/>
    <w:uiPriority w:val="99"/>
    <w:rsid w:val="00107E60"/>
    <w:pPr>
      <w:tabs>
        <w:tab w:val="left" w:pos="709"/>
      </w:tabs>
    </w:pPr>
    <w:rPr>
      <w:rFonts w:ascii="Tahoma" w:hAnsi="Tahoma" w:cs="Tahoma"/>
      <w:lang w:val="pl-PL" w:eastAsia="pl-PL"/>
    </w:rPr>
  </w:style>
  <w:style w:type="character" w:styleId="Strong">
    <w:name w:val="Strong"/>
    <w:basedOn w:val="DefaultParagraphFont"/>
    <w:uiPriority w:val="99"/>
    <w:qFormat/>
    <w:rsid w:val="00C66CDA"/>
    <w:rPr>
      <w:b/>
      <w:bCs/>
    </w:rPr>
  </w:style>
  <w:style w:type="character" w:styleId="Emphasis">
    <w:name w:val="Emphasis"/>
    <w:basedOn w:val="DefaultParagraphFont"/>
    <w:uiPriority w:val="99"/>
    <w:qFormat/>
    <w:rsid w:val="00F25096"/>
    <w:rPr>
      <w:i/>
      <w:iCs/>
    </w:rPr>
  </w:style>
  <w:style w:type="paragraph" w:customStyle="1" w:styleId="Char1CharCharCharCharCharChar1CharCharCharCharCharCharCharCharCharCharCharCharCharCharChar">
    <w:name w:val="Char1 Char Char Char Char Char Char Знак Знак1 Char Char Знак Знак Char Char Char Char Char Char Char Char Char Char Char Char Char"/>
    <w:basedOn w:val="Normal"/>
    <w:uiPriority w:val="99"/>
    <w:rsid w:val="00AC5572"/>
    <w:pPr>
      <w:tabs>
        <w:tab w:val="left" w:pos="709"/>
      </w:tabs>
    </w:pPr>
    <w:rPr>
      <w:rFonts w:ascii="Tahoma" w:hAnsi="Tahoma" w:cs="Tahoma"/>
      <w:sz w:val="26"/>
      <w:szCs w:val="26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354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5403E"/>
    <w:rPr>
      <w:rFonts w:ascii="Tahoma" w:hAnsi="Tahoma" w:cs="Tahoma"/>
      <w:sz w:val="16"/>
      <w:szCs w:val="16"/>
      <w:lang w:eastAsia="bg-BG"/>
    </w:rPr>
  </w:style>
  <w:style w:type="paragraph" w:styleId="ListParagraph">
    <w:name w:val="List Paragraph"/>
    <w:basedOn w:val="Normal"/>
    <w:uiPriority w:val="99"/>
    <w:qFormat/>
    <w:rsid w:val="005C4C34"/>
    <w:pPr>
      <w:ind w:left="720"/>
    </w:pPr>
  </w:style>
  <w:style w:type="paragraph" w:customStyle="1" w:styleId="Char1CharCharChar1CharCharCharCharCharChar1">
    <w:name w:val="Char1 Char Char Char1 Char Char Char Char Char Char1"/>
    <w:basedOn w:val="Normal"/>
    <w:uiPriority w:val="99"/>
    <w:rsid w:val="00661296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Header">
    <w:name w:val="header"/>
    <w:basedOn w:val="Normal"/>
    <w:link w:val="HeaderChar"/>
    <w:uiPriority w:val="99"/>
    <w:rsid w:val="0024777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47772"/>
    <w:rPr>
      <w:rFonts w:ascii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rsid w:val="0024777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47772"/>
    <w:rPr>
      <w:rFonts w:ascii="Times New Roman" w:hAnsi="Times New Roman" w:cs="Times New Roman"/>
      <w:sz w:val="24"/>
      <w:szCs w:val="24"/>
      <w:lang w:eastAsia="bg-BG"/>
    </w:rPr>
  </w:style>
  <w:style w:type="paragraph" w:customStyle="1" w:styleId="Char1CharCharChar1CharCharCharCharCharChar2">
    <w:name w:val="Char1 Char Char Char1 Char Char Char Char Char Char2"/>
    <w:basedOn w:val="Normal"/>
    <w:uiPriority w:val="99"/>
    <w:rsid w:val="00153988"/>
    <w:pPr>
      <w:tabs>
        <w:tab w:val="left" w:pos="709"/>
      </w:tabs>
    </w:pPr>
    <w:rPr>
      <w:rFonts w:ascii="Tahoma" w:eastAsia="Calibri" w:hAnsi="Tahoma" w:cs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82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2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2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2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82570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82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2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2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2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82571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82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2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2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2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2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2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82586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186</Words>
  <Characters>1066</Characters>
  <Application>Microsoft Office Outlook</Application>
  <DocSecurity>0</DocSecurity>
  <Lines>0</Lines>
  <Paragraphs>0</Paragraphs>
  <ScaleCrop>false</ScaleCrop>
  <Company>Reg Adm Gabrovo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Stoykov</dc:creator>
  <cp:keywords/>
  <dc:description/>
  <cp:lastModifiedBy>vganeva</cp:lastModifiedBy>
  <cp:revision>8</cp:revision>
  <cp:lastPrinted>2013-06-19T07:45:00Z</cp:lastPrinted>
  <dcterms:created xsi:type="dcterms:W3CDTF">2013-07-30T09:27:00Z</dcterms:created>
  <dcterms:modified xsi:type="dcterms:W3CDTF">2013-08-06T09:01:00Z</dcterms:modified>
</cp:coreProperties>
</file>